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powierzenia przetwarzania danych - NOWA.docx</dmsv2BaseFileName>
    <dmsv2BaseDisplayName xmlns="http://schemas.microsoft.com/sharepoint/v3">Załącznik nr 6 do SWZ - Wzór umowy powierzenia przetwarzania danych - NOWA</dmsv2BaseDisplayName>
    <dmsv2SWPP2ObjectNumber xmlns="http://schemas.microsoft.com/sharepoint/v3">POST/DYS/OLD/GZ/04584/2025                        </dmsv2SWPP2ObjectNumber>
    <dmsv2SWPP2SumMD5 xmlns="http://schemas.microsoft.com/sharepoint/v3">5aff081f901036b22bb86fd592378e2a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24031301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JEUP5JKVCYQC-1133723987-27759</_dlc_DocId>
    <_dlc_DocIdUrl xmlns="a19cb1c7-c5c7-46d4-85ae-d83685407bba">
      <Url>https://swpp2.dms.gkpge.pl/sites/41/_layouts/15/DocIdRedir.aspx?ID=JEUP5JKVCYQC-1133723987-27759</Url>
      <Description>JEUP5JKVCYQC-1133723987-27759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9512741A-C799-4A9D-B9FF-0BB067375341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844F29C4-1133-41C5-8A73-F2F6DDEE27C0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50af10bc-9c42-4538-908e-49dbb85cf1cd</vt:lpwstr>
  </property>
</Properties>
</file>